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71D" w:rsidRPr="00BF28E7" w:rsidRDefault="003B671D" w:rsidP="0095600F">
      <w:pPr>
        <w:pStyle w:val="Title"/>
        <w:rPr>
          <w:b/>
          <w:sz w:val="40"/>
          <w:szCs w:val="40"/>
          <w:u w:val="single"/>
        </w:rPr>
      </w:pPr>
      <w:r>
        <w:rPr>
          <w:b/>
          <w:sz w:val="40"/>
          <w:szCs w:val="40"/>
          <w:u w:val="single"/>
        </w:rPr>
        <w:t>World Geography</w:t>
      </w:r>
    </w:p>
    <w:p w:rsidR="003B671D" w:rsidRDefault="00853164" w:rsidP="0095600F">
      <w:pPr>
        <w:pStyle w:val="Title"/>
        <w:rPr>
          <w:i/>
          <w:iCs/>
          <w:szCs w:val="32"/>
        </w:rPr>
      </w:pPr>
      <w:r>
        <w:rPr>
          <w:i/>
          <w:iCs/>
          <w:szCs w:val="32"/>
        </w:rPr>
        <w:t xml:space="preserve">Fall Semester </w:t>
      </w:r>
      <w:r w:rsidR="00D76B51">
        <w:rPr>
          <w:i/>
          <w:iCs/>
          <w:szCs w:val="32"/>
        </w:rPr>
        <w:t>2016</w:t>
      </w:r>
    </w:p>
    <w:p w:rsidR="003B671D" w:rsidRPr="005F578F" w:rsidRDefault="005645A6" w:rsidP="0095600F">
      <w:pPr>
        <w:pStyle w:val="Title"/>
        <w:rPr>
          <w:i/>
          <w:iCs/>
          <w:sz w:val="24"/>
        </w:rPr>
      </w:pPr>
      <w:r>
        <w:rPr>
          <w:i/>
          <w:iCs/>
          <w:sz w:val="24"/>
        </w:rPr>
        <w:t>Room 242</w:t>
      </w:r>
    </w:p>
    <w:p w:rsidR="003B671D" w:rsidRPr="00395DD2" w:rsidRDefault="003B671D" w:rsidP="0095600F">
      <w:pPr>
        <w:pStyle w:val="Subtitle"/>
        <w:rPr>
          <w:b/>
          <w:szCs w:val="28"/>
        </w:rPr>
      </w:pPr>
      <w:r w:rsidRPr="00395DD2">
        <w:rPr>
          <w:b/>
          <w:szCs w:val="28"/>
        </w:rPr>
        <w:t>Mr. Ranweiler</w:t>
      </w:r>
    </w:p>
    <w:p w:rsidR="003B671D" w:rsidRDefault="003B671D" w:rsidP="00FE6D48">
      <w:pPr>
        <w:pStyle w:val="Subtitle"/>
        <w:rPr>
          <w:szCs w:val="28"/>
        </w:rPr>
      </w:pPr>
      <w:r w:rsidRPr="00AE0525">
        <w:rPr>
          <w:szCs w:val="28"/>
        </w:rPr>
        <w:t>cur</w:t>
      </w:r>
      <w:r>
        <w:rPr>
          <w:szCs w:val="28"/>
        </w:rPr>
        <w:t>tis.ranweiler@thompsonschools.org</w:t>
      </w:r>
      <w:r w:rsidRPr="0005526E">
        <w:rPr>
          <w:szCs w:val="28"/>
        </w:rPr>
        <w:t xml:space="preserve"> / 970.613.7729</w:t>
      </w:r>
    </w:p>
    <w:p w:rsidR="003B671D" w:rsidRDefault="003B671D" w:rsidP="00FE6D48">
      <w:pPr>
        <w:pStyle w:val="Subtitle"/>
        <w:rPr>
          <w:szCs w:val="28"/>
        </w:rPr>
      </w:pPr>
    </w:p>
    <w:p w:rsidR="003B671D" w:rsidRPr="00FE6D48" w:rsidRDefault="003B671D" w:rsidP="00FE6D48">
      <w:pPr>
        <w:jc w:val="center"/>
        <w:rPr>
          <w:b/>
          <w:sz w:val="28"/>
          <w:szCs w:val="28"/>
        </w:rPr>
      </w:pPr>
      <w:r>
        <w:rPr>
          <w:b/>
          <w:sz w:val="28"/>
          <w:szCs w:val="28"/>
        </w:rPr>
        <w:t>wikispace: ranweiler</w:t>
      </w:r>
      <w:r w:rsidRPr="00FE6D48">
        <w:rPr>
          <w:b/>
          <w:sz w:val="28"/>
          <w:szCs w:val="28"/>
        </w:rPr>
        <w:t>.wikispaces.com</w:t>
      </w:r>
    </w:p>
    <w:p w:rsidR="003B671D" w:rsidRPr="002F0773" w:rsidRDefault="003B671D" w:rsidP="00FE6D48">
      <w:pPr>
        <w:pStyle w:val="Subtitle"/>
        <w:rPr>
          <w:szCs w:val="28"/>
        </w:rPr>
      </w:pPr>
    </w:p>
    <w:p w:rsidR="003B671D" w:rsidRPr="00FE6D48" w:rsidRDefault="003B671D" w:rsidP="0095600F">
      <w:pPr>
        <w:pStyle w:val="Subtitle"/>
        <w:rPr>
          <w:szCs w:val="28"/>
        </w:rPr>
      </w:pPr>
      <w:r w:rsidRPr="00FE6D48">
        <w:rPr>
          <w:b/>
          <w:i/>
          <w:szCs w:val="28"/>
        </w:rPr>
        <w:t>I am available</w:t>
      </w:r>
      <w:r w:rsidRPr="00FE6D48">
        <w:rPr>
          <w:szCs w:val="28"/>
        </w:rPr>
        <w:t>…before and after school, lunch by appointment.</w:t>
      </w:r>
    </w:p>
    <w:p w:rsidR="003B671D" w:rsidRDefault="003B671D" w:rsidP="0095600F">
      <w:pPr>
        <w:pStyle w:val="Subtitle"/>
        <w:rPr>
          <w:szCs w:val="28"/>
        </w:rPr>
      </w:pPr>
      <w:r w:rsidRPr="00FE6D48">
        <w:rPr>
          <w:szCs w:val="28"/>
        </w:rPr>
        <w:t>My planning periods are ____ and ____.</w:t>
      </w:r>
    </w:p>
    <w:p w:rsidR="003B671D" w:rsidRPr="00FE6D48" w:rsidRDefault="003B671D" w:rsidP="0095600F">
      <w:pPr>
        <w:pStyle w:val="Subtitle"/>
        <w:rPr>
          <w:szCs w:val="28"/>
        </w:rPr>
      </w:pPr>
    </w:p>
    <w:p w:rsidR="003B671D" w:rsidRDefault="00563C68" w:rsidP="0095600F">
      <w:pPr>
        <w:jc w:val="center"/>
        <w:rPr>
          <w:b/>
          <w:sz w:val="28"/>
          <w:szCs w:val="28"/>
        </w:rPr>
      </w:pPr>
      <w:r>
        <w:rPr>
          <w:b/>
          <w:noProof/>
          <w:sz w:val="28"/>
          <w:szCs w:val="28"/>
        </w:rPr>
        <w:drawing>
          <wp:inline distT="0" distB="0" distL="0" distR="0">
            <wp:extent cx="2075180" cy="1153160"/>
            <wp:effectExtent l="19050" t="0" r="127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75180" cy="1153160"/>
                    </a:xfrm>
                    <a:prstGeom prst="rect">
                      <a:avLst/>
                    </a:prstGeom>
                    <a:noFill/>
                    <a:ln w="9525">
                      <a:noFill/>
                      <a:miter lim="800000"/>
                      <a:headEnd/>
                      <a:tailEnd/>
                    </a:ln>
                  </pic:spPr>
                </pic:pic>
              </a:graphicData>
            </a:graphic>
          </wp:inline>
        </w:drawing>
      </w:r>
      <w:r w:rsidR="003B671D" w:rsidRPr="00FE6D48">
        <w:rPr>
          <w:b/>
          <w:sz w:val="28"/>
          <w:szCs w:val="28"/>
        </w:rPr>
        <w:tab/>
      </w:r>
    </w:p>
    <w:p w:rsidR="003B671D" w:rsidRPr="00FE6D48" w:rsidRDefault="003B671D" w:rsidP="0095600F">
      <w:pPr>
        <w:jc w:val="center"/>
        <w:rPr>
          <w:b/>
          <w:sz w:val="28"/>
          <w:szCs w:val="28"/>
        </w:rPr>
      </w:pPr>
    </w:p>
    <w:p w:rsidR="003B671D" w:rsidRPr="00FE6D48" w:rsidRDefault="003B671D" w:rsidP="0095600F">
      <w:pPr>
        <w:pStyle w:val="Heading1"/>
        <w:ind w:firstLine="720"/>
        <w:jc w:val="left"/>
        <w:rPr>
          <w:b/>
          <w:sz w:val="28"/>
          <w:szCs w:val="28"/>
        </w:rPr>
      </w:pPr>
      <w:r w:rsidRPr="00FE6D48">
        <w:rPr>
          <w:b/>
          <w:sz w:val="28"/>
          <w:szCs w:val="28"/>
        </w:rPr>
        <w:t xml:space="preserve">This class will be an introduction to world geography in which students will learn more about the world we live in. Most continents will be observed through several different aspects such as: physical features, historical perspectives, populations, environments, etc. Students will be able to view diverse populations and cultures through new perspectives.  </w:t>
      </w:r>
    </w:p>
    <w:p w:rsidR="003B671D" w:rsidRPr="00FE6D48" w:rsidRDefault="003B671D" w:rsidP="0095600F">
      <w:pPr>
        <w:pStyle w:val="Heading1"/>
        <w:jc w:val="left"/>
        <w:rPr>
          <w:b/>
          <w:sz w:val="28"/>
          <w:szCs w:val="28"/>
        </w:rPr>
      </w:pPr>
    </w:p>
    <w:p w:rsidR="003B671D" w:rsidRPr="00FE6D48" w:rsidRDefault="003B671D" w:rsidP="0095600F">
      <w:pPr>
        <w:pStyle w:val="Heading1"/>
        <w:jc w:val="left"/>
        <w:rPr>
          <w:b/>
          <w:sz w:val="28"/>
          <w:szCs w:val="28"/>
        </w:rPr>
      </w:pPr>
      <w:r w:rsidRPr="00FE6D48">
        <w:rPr>
          <w:b/>
          <w:sz w:val="28"/>
          <w:szCs w:val="28"/>
        </w:rPr>
        <w:t>It is a semester course and covers the following areas:</w:t>
      </w:r>
    </w:p>
    <w:p w:rsidR="003B671D" w:rsidRPr="00FE6D48" w:rsidRDefault="003B671D" w:rsidP="0095600F">
      <w:pPr>
        <w:rPr>
          <w:sz w:val="28"/>
          <w:szCs w:val="28"/>
        </w:rPr>
      </w:pPr>
      <w:r w:rsidRPr="00FE6D48">
        <w:rPr>
          <w:sz w:val="28"/>
          <w:szCs w:val="28"/>
        </w:rPr>
        <w:t xml:space="preserve">Introduction, </w:t>
      </w:r>
      <w:r>
        <w:rPr>
          <w:sz w:val="28"/>
          <w:szCs w:val="28"/>
        </w:rPr>
        <w:t xml:space="preserve">Physical/Cultural Geography, </w:t>
      </w:r>
      <w:r w:rsidRPr="00FE6D48">
        <w:rPr>
          <w:sz w:val="28"/>
          <w:szCs w:val="28"/>
        </w:rPr>
        <w:t>U.S. and Canada, Central and South America, Europe, Russia and Northern Eurasia, Southwest Asia, Africa, South Asia, East and Southeast Asia, Pacific World.</w:t>
      </w:r>
    </w:p>
    <w:p w:rsidR="003B671D" w:rsidRPr="00AE0525" w:rsidRDefault="003B671D" w:rsidP="0095600F">
      <w:pPr>
        <w:rPr>
          <w:i/>
          <w:iCs/>
        </w:rPr>
      </w:pPr>
      <w:r w:rsidRPr="00AE0525">
        <w:t>(Political/Developmental/Migration and many other themes will be investigated)</w:t>
      </w:r>
    </w:p>
    <w:p w:rsidR="003B671D" w:rsidRPr="00FE6D48" w:rsidRDefault="003B671D" w:rsidP="0095600F">
      <w:pPr>
        <w:rPr>
          <w:b/>
          <w:i/>
          <w:iCs/>
          <w:sz w:val="28"/>
          <w:szCs w:val="28"/>
        </w:rPr>
      </w:pPr>
    </w:p>
    <w:p w:rsidR="003B671D" w:rsidRPr="00FE6D48" w:rsidRDefault="003B671D" w:rsidP="0095600F">
      <w:pPr>
        <w:rPr>
          <w:b/>
          <w:i/>
          <w:iCs/>
          <w:sz w:val="28"/>
          <w:szCs w:val="28"/>
        </w:rPr>
      </w:pPr>
      <w:r w:rsidRPr="00FE6D48">
        <w:rPr>
          <w:b/>
          <w:i/>
          <w:iCs/>
          <w:sz w:val="28"/>
          <w:szCs w:val="28"/>
        </w:rPr>
        <w:t>Expectations:</w:t>
      </w:r>
    </w:p>
    <w:p w:rsidR="003B671D" w:rsidRPr="00FE6D48" w:rsidRDefault="003B671D" w:rsidP="0095600F">
      <w:pPr>
        <w:rPr>
          <w:b/>
          <w:i/>
          <w:iCs/>
          <w:sz w:val="28"/>
          <w:szCs w:val="28"/>
        </w:rPr>
      </w:pPr>
    </w:p>
    <w:p w:rsidR="003B671D" w:rsidRPr="00FE6D48" w:rsidRDefault="003B671D" w:rsidP="0095600F">
      <w:pPr>
        <w:rPr>
          <w:b/>
          <w:sz w:val="28"/>
          <w:szCs w:val="28"/>
          <w:u w:val="single"/>
        </w:rPr>
      </w:pPr>
      <w:r w:rsidRPr="00FE6D48">
        <w:rPr>
          <w:b/>
          <w:sz w:val="28"/>
          <w:szCs w:val="28"/>
          <w:u w:val="single"/>
        </w:rPr>
        <w:t>WE</w:t>
      </w:r>
    </w:p>
    <w:p w:rsidR="003B671D" w:rsidRPr="00FE6D48" w:rsidRDefault="003B671D" w:rsidP="0095600F">
      <w:pPr>
        <w:rPr>
          <w:sz w:val="28"/>
          <w:szCs w:val="28"/>
          <w:u w:val="single"/>
        </w:rPr>
      </w:pPr>
      <w:r w:rsidRPr="00FE6D48">
        <w:rPr>
          <w:b/>
          <w:sz w:val="28"/>
          <w:szCs w:val="28"/>
          <w:u w:val="single"/>
        </w:rPr>
        <w:t>A</w:t>
      </w:r>
      <w:r w:rsidRPr="00FE6D48">
        <w:rPr>
          <w:sz w:val="28"/>
          <w:szCs w:val="28"/>
          <w:u w:val="single"/>
        </w:rPr>
        <w:t>chieve-</w:t>
      </w:r>
    </w:p>
    <w:p w:rsidR="003B671D" w:rsidRPr="00FE6D48" w:rsidRDefault="003B671D" w:rsidP="0095600F">
      <w:pPr>
        <w:rPr>
          <w:sz w:val="28"/>
          <w:szCs w:val="28"/>
          <w:u w:val="single"/>
        </w:rPr>
      </w:pPr>
      <w:r w:rsidRPr="00FE6D48">
        <w:rPr>
          <w:b/>
          <w:sz w:val="28"/>
          <w:szCs w:val="28"/>
          <w:u w:val="single"/>
        </w:rPr>
        <w:t>R</w:t>
      </w:r>
      <w:r w:rsidRPr="00FE6D48">
        <w:rPr>
          <w:sz w:val="28"/>
          <w:szCs w:val="28"/>
          <w:u w:val="single"/>
        </w:rPr>
        <w:t>espect-</w:t>
      </w:r>
    </w:p>
    <w:p w:rsidR="003B671D" w:rsidRPr="00FE6D48" w:rsidRDefault="003B671D" w:rsidP="0095600F">
      <w:pPr>
        <w:rPr>
          <w:sz w:val="28"/>
          <w:szCs w:val="28"/>
          <w:u w:val="single"/>
        </w:rPr>
      </w:pPr>
      <w:r w:rsidRPr="00FE6D48">
        <w:rPr>
          <w:b/>
          <w:sz w:val="28"/>
          <w:szCs w:val="28"/>
          <w:u w:val="single"/>
        </w:rPr>
        <w:t>E</w:t>
      </w:r>
      <w:r w:rsidRPr="00FE6D48">
        <w:rPr>
          <w:sz w:val="28"/>
          <w:szCs w:val="28"/>
          <w:u w:val="single"/>
        </w:rPr>
        <w:t>ngage-</w:t>
      </w:r>
    </w:p>
    <w:p w:rsidR="003B671D" w:rsidRPr="00FE6D48" w:rsidRDefault="003B671D" w:rsidP="0095600F">
      <w:pPr>
        <w:rPr>
          <w:b/>
          <w:sz w:val="28"/>
          <w:szCs w:val="28"/>
          <w:u w:val="single"/>
        </w:rPr>
      </w:pPr>
      <w:r w:rsidRPr="00FE6D48">
        <w:rPr>
          <w:b/>
          <w:sz w:val="28"/>
          <w:szCs w:val="28"/>
          <w:u w:val="single"/>
        </w:rPr>
        <w:t>SPARTANS!</w:t>
      </w:r>
    </w:p>
    <w:p w:rsidR="003B671D" w:rsidRPr="00FE6D48" w:rsidRDefault="003B671D" w:rsidP="0095600F">
      <w:pPr>
        <w:rPr>
          <w:sz w:val="28"/>
          <w:szCs w:val="28"/>
        </w:rPr>
      </w:pPr>
    </w:p>
    <w:p w:rsidR="003B671D" w:rsidRPr="00FE6D48" w:rsidRDefault="003B671D" w:rsidP="0095600F">
      <w:pPr>
        <w:rPr>
          <w:sz w:val="28"/>
          <w:szCs w:val="28"/>
        </w:rPr>
      </w:pPr>
      <w:r w:rsidRPr="00FE6D48">
        <w:rPr>
          <w:b/>
          <w:i/>
          <w:sz w:val="28"/>
          <w:szCs w:val="28"/>
          <w:u w:val="single"/>
        </w:rPr>
        <w:t>Materials</w:t>
      </w:r>
      <w:r w:rsidRPr="00FE6D48">
        <w:rPr>
          <w:b/>
          <w:sz w:val="28"/>
          <w:szCs w:val="28"/>
        </w:rPr>
        <w:t>:</w:t>
      </w:r>
      <w:r w:rsidRPr="00FE6D48">
        <w:rPr>
          <w:sz w:val="28"/>
          <w:szCs w:val="28"/>
        </w:rPr>
        <w:t xml:space="preserve"> bring your textbook to every class, binder/folder, notebook, pen, pencil, motivation, and curiosity.</w:t>
      </w:r>
    </w:p>
    <w:p w:rsidR="003B671D" w:rsidRDefault="003B671D" w:rsidP="0095600F">
      <w:pPr>
        <w:rPr>
          <w:sz w:val="28"/>
          <w:szCs w:val="28"/>
        </w:rPr>
      </w:pPr>
      <w:r>
        <w:rPr>
          <w:b/>
          <w:i/>
          <w:sz w:val="28"/>
          <w:szCs w:val="28"/>
          <w:u w:val="single"/>
        </w:rPr>
        <w:lastRenderedPageBreak/>
        <w:t>Grading (Total Points)</w:t>
      </w:r>
      <w:r w:rsidRPr="00FE6D48">
        <w:rPr>
          <w:b/>
          <w:sz w:val="28"/>
          <w:szCs w:val="28"/>
        </w:rPr>
        <w:t>:</w:t>
      </w:r>
      <w:r w:rsidRPr="00FE6D48">
        <w:rPr>
          <w:sz w:val="28"/>
          <w:szCs w:val="28"/>
        </w:rPr>
        <w:t xml:space="preserve"> 100%-90%=A    89%-80%=B    79%-70%=C    69%-60%=D    &lt;60%=F</w:t>
      </w:r>
    </w:p>
    <w:p w:rsidR="003B671D" w:rsidRPr="00FE6D48" w:rsidRDefault="003B671D" w:rsidP="0095600F">
      <w:pPr>
        <w:rPr>
          <w:sz w:val="28"/>
          <w:szCs w:val="28"/>
        </w:rPr>
      </w:pPr>
      <w:bookmarkStart w:id="0" w:name="_GoBack"/>
      <w:bookmarkEnd w:id="0"/>
    </w:p>
    <w:p w:rsidR="00FF5833" w:rsidRDefault="00FF5833" w:rsidP="00FF5833">
      <w:pPr>
        <w:rPr>
          <w:sz w:val="28"/>
          <w:szCs w:val="28"/>
        </w:rPr>
      </w:pPr>
      <w:r w:rsidRPr="008E02E2">
        <w:rPr>
          <w:b/>
          <w:i/>
          <w:sz w:val="28"/>
          <w:szCs w:val="28"/>
          <w:u w:val="single"/>
        </w:rPr>
        <w:t>Late work</w:t>
      </w:r>
      <w:r w:rsidRPr="008E02E2">
        <w:rPr>
          <w:b/>
          <w:sz w:val="28"/>
          <w:szCs w:val="28"/>
        </w:rPr>
        <w:t>:</w:t>
      </w:r>
      <w:r w:rsidRPr="008E02E2">
        <w:rPr>
          <w:sz w:val="28"/>
          <w:szCs w:val="28"/>
        </w:rPr>
        <w:t xml:space="preserve"> Prearranged absences will be addressed on an individual basis.  Assignments turned in up to 7 calendar days will have 25% taken off.  </w:t>
      </w:r>
    </w:p>
    <w:p w:rsidR="00FF5833" w:rsidRPr="00156CE8" w:rsidRDefault="00FF5833" w:rsidP="00FF5833">
      <w:pPr>
        <w:rPr>
          <w:i/>
          <w:sz w:val="28"/>
          <w:szCs w:val="28"/>
          <w:u w:val="single"/>
        </w:rPr>
      </w:pPr>
      <w:r w:rsidRPr="00156CE8">
        <w:rPr>
          <w:i/>
          <w:sz w:val="28"/>
          <w:szCs w:val="28"/>
          <w:u w:val="single"/>
        </w:rPr>
        <w:t>Work turned in after 7 calendar days will not be accepted.</w:t>
      </w:r>
    </w:p>
    <w:p w:rsidR="00FF5833" w:rsidRPr="008E02E2" w:rsidRDefault="00FF5833" w:rsidP="00FF5833">
      <w:pPr>
        <w:rPr>
          <w:sz w:val="28"/>
          <w:szCs w:val="28"/>
        </w:rPr>
      </w:pPr>
    </w:p>
    <w:p w:rsidR="00FF5833" w:rsidRPr="008E02E2" w:rsidRDefault="00FF5833" w:rsidP="00FF5833">
      <w:pPr>
        <w:rPr>
          <w:sz w:val="28"/>
          <w:szCs w:val="28"/>
        </w:rPr>
      </w:pPr>
      <w:r w:rsidRPr="008E02E2">
        <w:rPr>
          <w:b/>
          <w:i/>
          <w:sz w:val="28"/>
          <w:szCs w:val="28"/>
          <w:u w:val="single"/>
        </w:rPr>
        <w:t>Make-up work</w:t>
      </w:r>
      <w:r w:rsidRPr="008E02E2">
        <w:rPr>
          <w:b/>
          <w:i/>
          <w:sz w:val="28"/>
          <w:szCs w:val="28"/>
        </w:rPr>
        <w:t>:</w:t>
      </w:r>
      <w:r w:rsidRPr="008E02E2">
        <w:rPr>
          <w:sz w:val="28"/>
          <w:szCs w:val="28"/>
        </w:rPr>
        <w:t xml:space="preserve">  It is YOUR responsibility to make up any work that has been missed.  </w:t>
      </w:r>
      <w:r w:rsidRPr="008E02E2">
        <w:rPr>
          <w:i/>
          <w:sz w:val="28"/>
          <w:szCs w:val="28"/>
        </w:rPr>
        <w:t xml:space="preserve">Check the </w:t>
      </w:r>
      <w:r>
        <w:rPr>
          <w:i/>
          <w:sz w:val="28"/>
          <w:szCs w:val="28"/>
        </w:rPr>
        <w:t>wikispace (ranweiler.wikispaces.com)</w:t>
      </w:r>
      <w:r w:rsidRPr="008E02E2">
        <w:rPr>
          <w:i/>
          <w:sz w:val="28"/>
          <w:szCs w:val="28"/>
        </w:rPr>
        <w:t xml:space="preserve"> and find the date you were absent</w:t>
      </w:r>
      <w:r w:rsidRPr="008E02E2">
        <w:rPr>
          <w:sz w:val="28"/>
          <w:szCs w:val="28"/>
        </w:rPr>
        <w:t xml:space="preserve">.  </w:t>
      </w:r>
    </w:p>
    <w:p w:rsidR="00FF5833" w:rsidRDefault="00FF5833" w:rsidP="00FF5833">
      <w:pPr>
        <w:rPr>
          <w:sz w:val="28"/>
          <w:szCs w:val="28"/>
        </w:rPr>
      </w:pPr>
      <w:r w:rsidRPr="008E02E2">
        <w:rPr>
          <w:sz w:val="28"/>
          <w:szCs w:val="28"/>
        </w:rPr>
        <w:t>You have one day for every excused day absent to make up your work.</w:t>
      </w:r>
    </w:p>
    <w:p w:rsidR="00FF5833" w:rsidRPr="00156CE8" w:rsidRDefault="00FF5833" w:rsidP="00FF5833">
      <w:pPr>
        <w:rPr>
          <w:i/>
          <w:u w:val="single"/>
        </w:rPr>
      </w:pPr>
      <w:r w:rsidRPr="00156CE8">
        <w:rPr>
          <w:i/>
          <w:u w:val="single"/>
        </w:rPr>
        <w:t xml:space="preserve">*Quizzes and tests CANNOT be made up from an UNEXCUSED absence. </w:t>
      </w:r>
    </w:p>
    <w:p w:rsidR="00FF5833" w:rsidRDefault="00FF5833" w:rsidP="0095600F">
      <w:pPr>
        <w:rPr>
          <w:sz w:val="28"/>
          <w:szCs w:val="28"/>
        </w:rPr>
      </w:pPr>
    </w:p>
    <w:p w:rsidR="003B671D" w:rsidRPr="001B38DE" w:rsidRDefault="001B38DE" w:rsidP="0095600F">
      <w:r>
        <w:t>________________________________________________________________________</w:t>
      </w:r>
    </w:p>
    <w:p w:rsidR="00853164" w:rsidRDefault="00853164" w:rsidP="00853164">
      <w:pPr>
        <w:rPr>
          <w:i/>
        </w:rPr>
      </w:pPr>
      <w:r>
        <w:rPr>
          <w:i/>
        </w:rPr>
        <w:t>Another way to stay connected with your cellphone:</w:t>
      </w:r>
    </w:p>
    <w:p w:rsidR="007164CC" w:rsidRPr="000C1FBB" w:rsidRDefault="007164CC" w:rsidP="007164CC">
      <w:r>
        <w:t>remind.com</w:t>
      </w:r>
    </w:p>
    <w:p w:rsidR="00853164" w:rsidRPr="000C1FBB" w:rsidRDefault="008C3AE7" w:rsidP="00853164">
      <w:r>
        <w:t>TEXT</w:t>
      </w:r>
      <w:r w:rsidR="00853164" w:rsidRPr="000C1FBB">
        <w:t xml:space="preserve"> this number</w:t>
      </w:r>
      <w:r w:rsidR="00853164">
        <w:t>:</w:t>
      </w:r>
    </w:p>
    <w:p w:rsidR="00853164" w:rsidRPr="000C1FBB" w:rsidRDefault="00DD14AF" w:rsidP="00853164">
      <w:r>
        <w:t xml:space="preserve">81010  or  </w:t>
      </w:r>
      <w:r w:rsidR="00853164" w:rsidRPr="000C1FBB">
        <w:t>(720) 445-9985</w:t>
      </w:r>
    </w:p>
    <w:p w:rsidR="00853164" w:rsidRPr="000C1FBB" w:rsidRDefault="00853164" w:rsidP="00853164">
      <w:r w:rsidRPr="000C1FBB">
        <w:t>with this message</w:t>
      </w:r>
      <w:r w:rsidR="00DD14AF">
        <w:t>:</w:t>
      </w:r>
    </w:p>
    <w:p w:rsidR="005645A6" w:rsidRDefault="00DD14AF" w:rsidP="0095600F">
      <w:r>
        <w:t>@wgeo1</w:t>
      </w:r>
      <w:r w:rsidR="00853164" w:rsidRPr="00853164">
        <w:t>hr</w:t>
      </w:r>
      <w:r>
        <w:t xml:space="preserve">   OR   @wgeo4</w:t>
      </w:r>
      <w:r w:rsidR="008C3AE7">
        <w:t>hr</w:t>
      </w:r>
    </w:p>
    <w:p w:rsidR="00853164" w:rsidRDefault="00853164" w:rsidP="0095600F"/>
    <w:p w:rsidR="00853164" w:rsidRPr="00853164" w:rsidRDefault="00853164" w:rsidP="0095600F">
      <w:pPr>
        <w:rPr>
          <w:i/>
        </w:rPr>
      </w:pPr>
      <w:r w:rsidRPr="00853164">
        <w:rPr>
          <w:i/>
        </w:rPr>
        <w:t>Email version:</w:t>
      </w:r>
    </w:p>
    <w:p w:rsidR="00853164" w:rsidRDefault="00DD14AF" w:rsidP="0095600F">
      <w:r>
        <w:t>www.remind.com/join/wgeo1</w:t>
      </w:r>
      <w:r w:rsidR="008C3AE7">
        <w:t>hr</w:t>
      </w:r>
      <w:r w:rsidR="00853164">
        <w:t xml:space="preserve">   OR    </w:t>
      </w:r>
      <w:r>
        <w:t>www.remind.com/join/wgeo4</w:t>
      </w:r>
      <w:r w:rsidR="008C3AE7">
        <w:t>hr</w:t>
      </w:r>
    </w:p>
    <w:p w:rsidR="001B38DE" w:rsidRDefault="001B38DE" w:rsidP="001B38DE">
      <w:r>
        <w:t>________________________________________________________________________</w:t>
      </w:r>
    </w:p>
    <w:p w:rsidR="00853164" w:rsidRPr="00853164" w:rsidRDefault="00853164" w:rsidP="0095600F"/>
    <w:p w:rsidR="003B671D" w:rsidRPr="00FE6D48" w:rsidRDefault="003B671D" w:rsidP="0095600F">
      <w:pPr>
        <w:rPr>
          <w:b/>
          <w:i/>
          <w:sz w:val="28"/>
          <w:szCs w:val="28"/>
          <w:u w:val="single"/>
        </w:rPr>
      </w:pPr>
      <w:r>
        <w:rPr>
          <w:b/>
          <w:i/>
          <w:sz w:val="28"/>
          <w:szCs w:val="28"/>
          <w:u w:val="single"/>
        </w:rPr>
        <w:t>Cell phones and other electronic devices:</w:t>
      </w:r>
    </w:p>
    <w:p w:rsidR="00FF5833" w:rsidRDefault="00FF5833" w:rsidP="00FF5833">
      <w:pPr>
        <w:rPr>
          <w:sz w:val="28"/>
          <w:szCs w:val="28"/>
        </w:rPr>
      </w:pPr>
      <w:r w:rsidRPr="008E02E2">
        <w:rPr>
          <w:sz w:val="28"/>
          <w:szCs w:val="28"/>
        </w:rPr>
        <w:t>Be respectful of where you are.</w:t>
      </w:r>
    </w:p>
    <w:p w:rsidR="00FF5833" w:rsidRPr="008E02E2" w:rsidRDefault="008C3AE7" w:rsidP="00FF5833">
      <w:pPr>
        <w:rPr>
          <w:sz w:val="28"/>
          <w:szCs w:val="28"/>
        </w:rPr>
      </w:pPr>
      <w:r>
        <w:rPr>
          <w:sz w:val="28"/>
          <w:szCs w:val="28"/>
        </w:rPr>
        <w:t>Communication devices, such as your cell phone</w:t>
      </w:r>
      <w:r w:rsidR="008D7D76">
        <w:rPr>
          <w:sz w:val="28"/>
          <w:szCs w:val="28"/>
        </w:rPr>
        <w:t>,</w:t>
      </w:r>
      <w:r>
        <w:rPr>
          <w:sz w:val="28"/>
          <w:szCs w:val="28"/>
        </w:rPr>
        <w:t xml:space="preserve"> </w:t>
      </w:r>
      <w:r w:rsidR="00FF5833">
        <w:rPr>
          <w:sz w:val="28"/>
          <w:szCs w:val="28"/>
        </w:rPr>
        <w:t xml:space="preserve">should be “out of sight, out of </w:t>
      </w:r>
      <w:r w:rsidR="00FF5833" w:rsidRPr="008E02E2">
        <w:rPr>
          <w:sz w:val="28"/>
          <w:szCs w:val="28"/>
        </w:rPr>
        <w:t xml:space="preserve"> </w:t>
      </w:r>
      <w:r w:rsidR="00FF5833">
        <w:rPr>
          <w:sz w:val="28"/>
          <w:szCs w:val="28"/>
        </w:rPr>
        <w:t xml:space="preserve">mind” </w:t>
      </w:r>
      <w:r w:rsidR="00FF5833" w:rsidRPr="008E02E2">
        <w:rPr>
          <w:sz w:val="28"/>
          <w:szCs w:val="28"/>
        </w:rPr>
        <w:t xml:space="preserve">during </w:t>
      </w:r>
      <w:r w:rsidR="00FF5833">
        <w:rPr>
          <w:sz w:val="28"/>
          <w:szCs w:val="28"/>
        </w:rPr>
        <w:t xml:space="preserve">class time or they may be </w:t>
      </w:r>
      <w:r w:rsidR="00FF5833" w:rsidRPr="008E02E2">
        <w:rPr>
          <w:sz w:val="28"/>
          <w:szCs w:val="28"/>
        </w:rPr>
        <w:t xml:space="preserve">CONFISCATED.  </w:t>
      </w:r>
    </w:p>
    <w:p w:rsidR="003B671D" w:rsidRPr="00275AFF" w:rsidRDefault="003B671D" w:rsidP="0095600F">
      <w:pPr>
        <w:rPr>
          <w:sz w:val="28"/>
          <w:szCs w:val="28"/>
        </w:rPr>
      </w:pPr>
      <w:r>
        <w:rPr>
          <w:i/>
          <w:sz w:val="28"/>
          <w:szCs w:val="28"/>
        </w:rPr>
        <w:t>–BHS Student Handbook</w:t>
      </w:r>
    </w:p>
    <w:p w:rsidR="003B671D" w:rsidRPr="00FE6D48" w:rsidRDefault="003B671D" w:rsidP="0095600F">
      <w:pPr>
        <w:rPr>
          <w:sz w:val="28"/>
          <w:szCs w:val="28"/>
        </w:rPr>
      </w:pPr>
    </w:p>
    <w:p w:rsidR="003B671D" w:rsidRPr="00FE6D48" w:rsidRDefault="003B671D" w:rsidP="0095600F">
      <w:pPr>
        <w:rPr>
          <w:sz w:val="28"/>
          <w:szCs w:val="28"/>
        </w:rPr>
      </w:pPr>
      <w:r w:rsidRPr="00FE6D48">
        <w:rPr>
          <w:b/>
          <w:i/>
          <w:sz w:val="28"/>
          <w:szCs w:val="28"/>
          <w:u w:val="single"/>
        </w:rPr>
        <w:t>Fire Drills</w:t>
      </w:r>
      <w:r w:rsidRPr="00FE6D48">
        <w:rPr>
          <w:b/>
          <w:i/>
          <w:sz w:val="28"/>
          <w:szCs w:val="28"/>
        </w:rPr>
        <w:t xml:space="preserve">:  </w:t>
      </w:r>
      <w:r w:rsidRPr="00FE6D48">
        <w:rPr>
          <w:sz w:val="28"/>
          <w:szCs w:val="28"/>
        </w:rPr>
        <w:t>Please go left from the classroom entrance and down the stairs on the west side of the building.  Exit the doors facing north, line up in the parking lot and look for me.</w:t>
      </w:r>
    </w:p>
    <w:p w:rsidR="003B671D" w:rsidRPr="00FE6D48" w:rsidRDefault="003B671D" w:rsidP="0095600F">
      <w:pPr>
        <w:rPr>
          <w:b/>
          <w:i/>
          <w:sz w:val="28"/>
          <w:szCs w:val="28"/>
        </w:rPr>
      </w:pPr>
    </w:p>
    <w:p w:rsidR="003B671D" w:rsidRPr="00FE6D48" w:rsidRDefault="003B671D">
      <w:pPr>
        <w:rPr>
          <w:sz w:val="28"/>
          <w:szCs w:val="28"/>
        </w:rPr>
      </w:pPr>
    </w:p>
    <w:sectPr w:rsidR="003B671D" w:rsidRPr="00FE6D48" w:rsidSect="00E359B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20"/>
  <w:characterSpacingControl w:val="doNotCompress"/>
  <w:compat/>
  <w:rsids>
    <w:rsidRoot w:val="00AE0525"/>
    <w:rsid w:val="0005526E"/>
    <w:rsid w:val="000A62AB"/>
    <w:rsid w:val="000E078E"/>
    <w:rsid w:val="001B38DE"/>
    <w:rsid w:val="001F6654"/>
    <w:rsid w:val="00260A0D"/>
    <w:rsid w:val="00275AFF"/>
    <w:rsid w:val="002F0773"/>
    <w:rsid w:val="00395DD2"/>
    <w:rsid w:val="003B671D"/>
    <w:rsid w:val="003D0DCA"/>
    <w:rsid w:val="003E4FCD"/>
    <w:rsid w:val="004649E3"/>
    <w:rsid w:val="005434D4"/>
    <w:rsid w:val="00551416"/>
    <w:rsid w:val="00563C68"/>
    <w:rsid w:val="005645A6"/>
    <w:rsid w:val="0057409D"/>
    <w:rsid w:val="005F578F"/>
    <w:rsid w:val="00606722"/>
    <w:rsid w:val="0070635B"/>
    <w:rsid w:val="007164CC"/>
    <w:rsid w:val="007301AB"/>
    <w:rsid w:val="007913FE"/>
    <w:rsid w:val="007F0956"/>
    <w:rsid w:val="00853164"/>
    <w:rsid w:val="008C3AE7"/>
    <w:rsid w:val="008D7D76"/>
    <w:rsid w:val="0095600F"/>
    <w:rsid w:val="009F74DF"/>
    <w:rsid w:val="00AE0525"/>
    <w:rsid w:val="00B73A10"/>
    <w:rsid w:val="00BF28E7"/>
    <w:rsid w:val="00D76B51"/>
    <w:rsid w:val="00DD14AF"/>
    <w:rsid w:val="00E359B3"/>
    <w:rsid w:val="00F871BB"/>
    <w:rsid w:val="00F96F68"/>
    <w:rsid w:val="00FB7A9B"/>
    <w:rsid w:val="00FE6014"/>
    <w:rsid w:val="00FE6D48"/>
    <w:rsid w:val="00FF5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0F"/>
    <w:rPr>
      <w:rFonts w:ascii="Times New Roman" w:eastAsia="Times New Roman" w:hAnsi="Times New Roman"/>
      <w:sz w:val="24"/>
      <w:szCs w:val="24"/>
    </w:rPr>
  </w:style>
  <w:style w:type="paragraph" w:styleId="Heading1">
    <w:name w:val="heading 1"/>
    <w:basedOn w:val="Normal"/>
    <w:next w:val="Normal"/>
    <w:link w:val="Heading1Char"/>
    <w:uiPriority w:val="99"/>
    <w:qFormat/>
    <w:rsid w:val="0095600F"/>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600F"/>
    <w:rPr>
      <w:rFonts w:ascii="Times New Roman" w:hAnsi="Times New Roman" w:cs="Times New Roman"/>
      <w:sz w:val="24"/>
      <w:szCs w:val="24"/>
    </w:rPr>
  </w:style>
  <w:style w:type="paragraph" w:styleId="Title">
    <w:name w:val="Title"/>
    <w:basedOn w:val="Normal"/>
    <w:link w:val="TitleChar"/>
    <w:uiPriority w:val="99"/>
    <w:qFormat/>
    <w:rsid w:val="0095600F"/>
    <w:pPr>
      <w:jc w:val="center"/>
    </w:pPr>
    <w:rPr>
      <w:sz w:val="32"/>
    </w:rPr>
  </w:style>
  <w:style w:type="character" w:customStyle="1" w:styleId="TitleChar">
    <w:name w:val="Title Char"/>
    <w:basedOn w:val="DefaultParagraphFont"/>
    <w:link w:val="Title"/>
    <w:uiPriority w:val="99"/>
    <w:locked/>
    <w:rsid w:val="0095600F"/>
    <w:rPr>
      <w:rFonts w:ascii="Times New Roman" w:hAnsi="Times New Roman" w:cs="Times New Roman"/>
      <w:sz w:val="24"/>
      <w:szCs w:val="24"/>
    </w:rPr>
  </w:style>
  <w:style w:type="paragraph" w:styleId="Subtitle">
    <w:name w:val="Subtitle"/>
    <w:basedOn w:val="Normal"/>
    <w:link w:val="SubtitleChar"/>
    <w:uiPriority w:val="99"/>
    <w:qFormat/>
    <w:rsid w:val="0095600F"/>
    <w:pPr>
      <w:jc w:val="center"/>
    </w:pPr>
    <w:rPr>
      <w:sz w:val="28"/>
    </w:rPr>
  </w:style>
  <w:style w:type="character" w:customStyle="1" w:styleId="SubtitleChar">
    <w:name w:val="Subtitle Char"/>
    <w:basedOn w:val="DefaultParagraphFont"/>
    <w:link w:val="Subtitle"/>
    <w:uiPriority w:val="99"/>
    <w:locked/>
    <w:rsid w:val="0095600F"/>
    <w:rPr>
      <w:rFonts w:ascii="Times New Roman" w:hAnsi="Times New Roman" w:cs="Times New Roman"/>
      <w:sz w:val="24"/>
      <w:szCs w:val="24"/>
    </w:rPr>
  </w:style>
  <w:style w:type="character" w:styleId="Hyperlink">
    <w:name w:val="Hyperlink"/>
    <w:basedOn w:val="DefaultParagraphFont"/>
    <w:uiPriority w:val="99"/>
    <w:rsid w:val="0095600F"/>
    <w:rPr>
      <w:rFonts w:cs="Times New Roman"/>
      <w:color w:val="0000FF"/>
      <w:u w:val="single"/>
    </w:rPr>
  </w:style>
  <w:style w:type="paragraph" w:styleId="BalloonText">
    <w:name w:val="Balloon Text"/>
    <w:basedOn w:val="Normal"/>
    <w:link w:val="BalloonTextChar"/>
    <w:uiPriority w:val="99"/>
    <w:semiHidden/>
    <w:rsid w:val="0095600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600F"/>
    <w:rPr>
      <w:rFonts w:ascii="Tahoma" w:hAnsi="Tahoma" w:cs="Tahoma"/>
      <w:sz w:val="16"/>
      <w:szCs w:val="16"/>
    </w:rPr>
  </w:style>
  <w:style w:type="paragraph" w:styleId="ListParagraph">
    <w:name w:val="List Paragraph"/>
    <w:basedOn w:val="Normal"/>
    <w:uiPriority w:val="99"/>
    <w:qFormat/>
    <w:rsid w:val="009560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orld%20Geography\World%20Geography.syllabus.2011.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World Geography.syllabus.2011.2012</Template>
  <TotalTime>1</TotalTime>
  <Pages>2</Pages>
  <Words>342</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curtis.ranweiler</cp:lastModifiedBy>
  <cp:revision>2</cp:revision>
  <cp:lastPrinted>2012-08-20T20:30:00Z</cp:lastPrinted>
  <dcterms:created xsi:type="dcterms:W3CDTF">2016-08-12T16:08:00Z</dcterms:created>
  <dcterms:modified xsi:type="dcterms:W3CDTF">2016-08-12T16:08:00Z</dcterms:modified>
</cp:coreProperties>
</file>